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52C47" w14:textId="798F2799" w:rsidR="009F392E" w:rsidRDefault="0060745D" w:rsidP="005E727A">
      <w:pPr>
        <w:spacing w:after="0" w:line="240" w:lineRule="auto"/>
        <w:rPr>
          <w:noProof/>
        </w:rPr>
      </w:pPr>
      <w:r w:rsidRPr="00DE005E">
        <w:rPr>
          <w:noProof/>
        </w:rPr>
        <w:t xml:space="preserve">Příloha č. </w:t>
      </w:r>
      <w:r w:rsidR="00844298">
        <w:rPr>
          <w:noProof/>
        </w:rPr>
        <w:t>4</w:t>
      </w:r>
      <w:r w:rsidR="00B85B4C" w:rsidRPr="00DE005E">
        <w:rPr>
          <w:noProof/>
        </w:rPr>
        <w:t xml:space="preserve"> Smlouvy</w:t>
      </w:r>
    </w:p>
    <w:p w14:paraId="58907955" w14:textId="77777777" w:rsidR="00B85B4C" w:rsidRDefault="00B85B4C" w:rsidP="005E727A">
      <w:pPr>
        <w:spacing w:after="0" w:line="240" w:lineRule="auto"/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tbl>
      <w:tblPr>
        <w:tblStyle w:val="Mkatabulky1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  <w:gridCol w:w="2458"/>
      </w:tblGrid>
      <w:tr w:rsidR="00B85B4C" w:rsidRPr="00FD23CD" w14:paraId="29F46C7B" w14:textId="77777777" w:rsidTr="005E72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98B8E0B" w14:textId="77777777" w:rsidR="00B85B4C" w:rsidRPr="000E5CAE" w:rsidRDefault="00B85B4C" w:rsidP="005E727A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9D4FF82" w14:textId="77777777" w:rsidR="00B85B4C" w:rsidRPr="000E5CAE" w:rsidRDefault="00B85B4C" w:rsidP="005E727A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5AEAF4" w14:textId="77777777" w:rsidR="00B85B4C" w:rsidRPr="000E5CAE" w:rsidRDefault="00B85B4C" w:rsidP="005E727A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yellow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Činnosti prováděné členem Realizačního týmu</w:t>
            </w:r>
          </w:p>
        </w:tc>
      </w:tr>
      <w:tr w:rsidR="00B85B4C" w:rsidRPr="00FD23CD" w14:paraId="336954BC" w14:textId="77777777" w:rsidTr="005E727A">
        <w:trPr>
          <w:cantSplit/>
          <w:trHeight w:val="32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27C5C" w14:textId="6CCE591E" w:rsidR="00B85B4C" w:rsidRPr="000E5CAE" w:rsidRDefault="0074134E" w:rsidP="005E727A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74134E">
              <w:rPr>
                <w:rFonts w:asciiTheme="majorHAnsi" w:hAnsiTheme="majorHAnsi"/>
                <w:sz w:val="18"/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98874" w14:textId="77777777" w:rsidR="00B85B4C" w:rsidRPr="000E5CAE" w:rsidRDefault="00B85B4C" w:rsidP="005E727A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4A147201" w14:textId="77777777" w:rsidR="00B85B4C" w:rsidRPr="000E5CAE" w:rsidRDefault="00B85B4C" w:rsidP="005E727A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0D665C1F" w14:textId="77777777" w:rsidR="00B85B4C" w:rsidRPr="000E5CAE" w:rsidRDefault="00B85B4C" w:rsidP="005E727A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AE8B6E1" w14:textId="77777777" w:rsidR="00B85B4C" w:rsidRPr="000E5CAE" w:rsidRDefault="00B85B4C" w:rsidP="005E727A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CBC9042" w14:textId="77777777" w:rsidR="00B85B4C" w:rsidRPr="000E5CAE" w:rsidRDefault="00B85B4C" w:rsidP="005E727A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28F7087F" w14:textId="77777777" w:rsidR="00B85B4C" w:rsidRPr="000E5CAE" w:rsidRDefault="00B85B4C" w:rsidP="005E727A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DC5C8" w14:textId="11D7E627" w:rsidR="00B85B4C" w:rsidRPr="005E727A" w:rsidRDefault="004E6BFB" w:rsidP="005E727A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</w:rPr>
            </w:pPr>
            <w:r w:rsidRPr="005E727A">
              <w:rPr>
                <w:rStyle w:val="normaltextrun"/>
                <w:rFonts w:ascii="Verdana" w:hAnsi="Verdana"/>
                <w:color w:val="000000"/>
                <w:sz w:val="18"/>
              </w:rPr>
              <w:t>Řídí práce realizačního týmu, odpovídá za realizaci plnění smlouvy a komunikuje se Zadavatelem.</w:t>
            </w:r>
          </w:p>
        </w:tc>
      </w:tr>
      <w:tr w:rsidR="00B85B4C" w:rsidRPr="00FD23CD" w14:paraId="7384483B" w14:textId="77777777" w:rsidTr="005E727A">
        <w:trPr>
          <w:cantSplit/>
          <w:trHeight w:val="3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48A49" w14:textId="30868000" w:rsidR="00B85B4C" w:rsidRPr="000E5CAE" w:rsidRDefault="0074134E" w:rsidP="005E727A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74134E">
              <w:rPr>
                <w:rFonts w:asciiTheme="majorHAnsi" w:hAnsiTheme="majorHAnsi"/>
                <w:sz w:val="18"/>
                <w:lang w:eastAsia="cs-CZ"/>
              </w:rPr>
              <w:t>Senior konzultant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9F220" w14:textId="77777777" w:rsidR="00B85B4C" w:rsidRPr="000E5CAE" w:rsidRDefault="00B85B4C" w:rsidP="005E727A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18EAAD23" w14:textId="77777777" w:rsidR="00B85B4C" w:rsidRPr="000E5CAE" w:rsidRDefault="00B85B4C" w:rsidP="005E727A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7E00E6B0" w14:textId="77777777" w:rsidR="00B85B4C" w:rsidRPr="000E5CAE" w:rsidRDefault="00B85B4C" w:rsidP="005E727A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39ED904" w14:textId="77777777" w:rsidR="00B85B4C" w:rsidRPr="000E5CAE" w:rsidRDefault="00B85B4C" w:rsidP="005E727A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7FF8114B" w14:textId="77777777" w:rsidR="00B85B4C" w:rsidRPr="000E5CAE" w:rsidRDefault="00B85B4C" w:rsidP="005E727A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ABC55D7" w14:textId="77777777" w:rsidR="00B85B4C" w:rsidRPr="000E5CAE" w:rsidRDefault="00B85B4C" w:rsidP="005E727A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361303" w14:textId="77C13ACD" w:rsidR="00B85B4C" w:rsidRPr="005E727A" w:rsidRDefault="004E6BFB" w:rsidP="005E727A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</w:rPr>
            </w:pPr>
            <w:r w:rsidRPr="005E727A">
              <w:rPr>
                <w:rStyle w:val="normaltextrun"/>
                <w:rFonts w:ascii="Verdana" w:hAnsi="Verdana"/>
                <w:color w:val="000000"/>
                <w:sz w:val="18"/>
              </w:rPr>
              <w:t>Provádí konzultantskou činnost v rámci své oblasti, tedy zejména provádí procesní a datovou analýzu, navrhuje řešení zadaných problémů, hledá a odstraňuje vady, nastavuje a upravuje funkčnost systému. Testuje a dokumentuje. Řídí a koordinuje práce ve své oblasti.</w:t>
            </w:r>
          </w:p>
        </w:tc>
      </w:tr>
      <w:tr w:rsidR="00B85B4C" w:rsidRPr="00FD23CD" w14:paraId="00F821BA" w14:textId="77777777" w:rsidTr="005E727A">
        <w:trPr>
          <w:cantSplit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40016" w14:textId="1944C212" w:rsidR="00B85B4C" w:rsidRPr="0074134E" w:rsidRDefault="00844298" w:rsidP="005E727A">
            <w:pPr>
              <w:spacing w:after="240" w:line="264" w:lineRule="auto"/>
              <w:rPr>
                <w:rFonts w:asciiTheme="majorHAnsi" w:hAnsiTheme="majorHAnsi"/>
                <w:sz w:val="18"/>
                <w:lang w:eastAsia="cs-CZ"/>
              </w:rPr>
            </w:pPr>
            <w:r>
              <w:rPr>
                <w:rFonts w:asciiTheme="majorHAnsi" w:hAnsiTheme="majorHAnsi"/>
                <w:sz w:val="18"/>
                <w:lang w:eastAsia="cs-CZ"/>
              </w:rPr>
              <w:t>SAP developer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42130" w14:textId="77777777" w:rsidR="00B85B4C" w:rsidRPr="000E5CAE" w:rsidRDefault="00B85B4C" w:rsidP="005E727A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5349F611" w14:textId="77777777" w:rsidR="00B85B4C" w:rsidRPr="000E5CAE" w:rsidRDefault="00B85B4C" w:rsidP="005E727A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771DCE4" w14:textId="77777777" w:rsidR="00B85B4C" w:rsidRPr="000E5CAE" w:rsidRDefault="00B85B4C" w:rsidP="005E727A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4633F430" w14:textId="77777777" w:rsidR="00B85B4C" w:rsidRPr="000E5CAE" w:rsidRDefault="00B85B4C" w:rsidP="005E727A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22BBBB7" w14:textId="77777777" w:rsidR="00B85B4C" w:rsidRPr="000E5CAE" w:rsidRDefault="00B85B4C" w:rsidP="005E727A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72CD32FE" w14:textId="77777777" w:rsidR="00B85B4C" w:rsidRPr="000E5CAE" w:rsidRDefault="00B85B4C" w:rsidP="005E727A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4078" w14:textId="71E53E3B" w:rsidR="00B85B4C" w:rsidRPr="005E727A" w:rsidRDefault="004E6BFB" w:rsidP="005E727A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</w:rPr>
            </w:pPr>
            <w:r w:rsidRPr="005E727A">
              <w:rPr>
                <w:rStyle w:val="normaltextrun"/>
                <w:rFonts w:ascii="Verdana" w:hAnsi="Verdana"/>
                <w:color w:val="000000"/>
                <w:sz w:val="18"/>
              </w:rPr>
              <w:t>Provádí analýzy, zdrojového kódu systému, upravuje, vyvíjí a ladí zdrojový kód systému, hledá a odstraňuje chyby ve zdrojovém kódu systému zejména na základě zadání senior konzultanta. Testuje a dokumentuje.</w:t>
            </w:r>
            <w:r w:rsidRPr="005E727A">
              <w:rPr>
                <w:rStyle w:val="eop"/>
                <w:rFonts w:ascii="Verdana" w:hAnsi="Verdana"/>
                <w:color w:val="000000"/>
                <w:sz w:val="18"/>
                <w:shd w:val="clear" w:color="auto" w:fill="FFFFFF"/>
              </w:rPr>
              <w:t> </w:t>
            </w:r>
          </w:p>
        </w:tc>
      </w:tr>
    </w:tbl>
    <w:p w14:paraId="4A327FC9" w14:textId="4CEA8737" w:rsidR="00B85B4C" w:rsidRPr="00B85B4C" w:rsidRDefault="005E727A" w:rsidP="005E727A">
      <w:pPr>
        <w:rPr>
          <w:b/>
          <w:u w:val="single"/>
        </w:rPr>
      </w:pPr>
      <w:r>
        <w:rPr>
          <w:b/>
          <w:u w:val="single"/>
        </w:rPr>
        <w:br w:type="textWrapping" w:clear="all"/>
      </w:r>
    </w:p>
    <w:sectPr w:rsidR="00B85B4C" w:rsidRPr="00B85B4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E80D3" w14:textId="77777777" w:rsidR="001573AC" w:rsidRDefault="001573AC" w:rsidP="00962258">
      <w:pPr>
        <w:spacing w:after="0" w:line="240" w:lineRule="auto"/>
      </w:pPr>
      <w:r>
        <w:separator/>
      </w:r>
    </w:p>
  </w:endnote>
  <w:endnote w:type="continuationSeparator" w:id="0">
    <w:p w14:paraId="789F86EF" w14:textId="77777777" w:rsidR="001573AC" w:rsidRDefault="001573A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A124D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CE8A136" w14:textId="6A5E1B3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E6BF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E6BF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7D671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CE82CF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2115971" w14:textId="77777777" w:rsidR="00F1715C" w:rsidRDefault="00F1715C" w:rsidP="00D831A3">
          <w:pPr>
            <w:pStyle w:val="Zpat"/>
          </w:pPr>
        </w:p>
      </w:tc>
    </w:tr>
  </w:tbl>
  <w:p w14:paraId="670FD97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99C5114" wp14:editId="1CDF2F5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92772CC" wp14:editId="396BC85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FEF44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465DFF" w14:textId="497CAF4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E6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E6BF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90E0D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C0DA25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218E8F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0AD7EDA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AE86376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303C7FC8" w14:textId="77777777" w:rsidR="00F1715C" w:rsidRDefault="00F1715C" w:rsidP="00460660">
          <w:pPr>
            <w:pStyle w:val="Zpat"/>
          </w:pPr>
        </w:p>
      </w:tc>
    </w:tr>
  </w:tbl>
  <w:p w14:paraId="1EEEDCE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7763C85" wp14:editId="2DFC81C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B0C6AE4" wp14:editId="366D895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C9C725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47004" w14:textId="77777777" w:rsidR="001573AC" w:rsidRDefault="001573AC" w:rsidP="00962258">
      <w:pPr>
        <w:spacing w:after="0" w:line="240" w:lineRule="auto"/>
      </w:pPr>
      <w:r>
        <w:separator/>
      </w:r>
    </w:p>
  </w:footnote>
  <w:footnote w:type="continuationSeparator" w:id="0">
    <w:p w14:paraId="502AC7FD" w14:textId="77777777" w:rsidR="001573AC" w:rsidRDefault="001573A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186FA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180710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77C573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82B55CB" w14:textId="77777777" w:rsidR="00F1715C" w:rsidRPr="00D6163D" w:rsidRDefault="00F1715C" w:rsidP="00D6163D">
          <w:pPr>
            <w:pStyle w:val="Druhdokumentu"/>
          </w:pPr>
        </w:p>
      </w:tc>
    </w:tr>
  </w:tbl>
  <w:p w14:paraId="324BA5F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FD601E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45213E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D2AF2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C965F62" w14:textId="77777777" w:rsidR="00F1715C" w:rsidRPr="00D6163D" w:rsidRDefault="00F1715C" w:rsidP="00FC6389">
          <w:pPr>
            <w:pStyle w:val="Druhdokumentu"/>
          </w:pPr>
        </w:p>
      </w:tc>
    </w:tr>
    <w:tr w:rsidR="009F392E" w14:paraId="151F4EE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12CEF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9A6C0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B2E9538" w14:textId="77777777" w:rsidR="009F392E" w:rsidRPr="00D6163D" w:rsidRDefault="009F392E" w:rsidP="00FC6389">
          <w:pPr>
            <w:pStyle w:val="Druhdokumentu"/>
          </w:pPr>
        </w:p>
      </w:tc>
    </w:tr>
  </w:tbl>
  <w:p w14:paraId="6D239BC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6F0747C" wp14:editId="01B1A79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1D398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466434481">
    <w:abstractNumId w:val="2"/>
  </w:num>
  <w:num w:numId="2" w16cid:durableId="1683118212">
    <w:abstractNumId w:val="1"/>
  </w:num>
  <w:num w:numId="3" w16cid:durableId="7728969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25621470">
    <w:abstractNumId w:val="7"/>
  </w:num>
  <w:num w:numId="5" w16cid:durableId="1306935922">
    <w:abstractNumId w:val="3"/>
  </w:num>
  <w:num w:numId="6" w16cid:durableId="532881875">
    <w:abstractNumId w:val="4"/>
  </w:num>
  <w:num w:numId="7" w16cid:durableId="698579946">
    <w:abstractNumId w:val="0"/>
  </w:num>
  <w:num w:numId="8" w16cid:durableId="954170501">
    <w:abstractNumId w:val="5"/>
  </w:num>
  <w:num w:numId="9" w16cid:durableId="12257950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74828244">
    <w:abstractNumId w:val="4"/>
  </w:num>
  <w:num w:numId="11" w16cid:durableId="1348092327">
    <w:abstractNumId w:val="1"/>
  </w:num>
  <w:num w:numId="12" w16cid:durableId="1953780076">
    <w:abstractNumId w:val="4"/>
  </w:num>
  <w:num w:numId="13" w16cid:durableId="847253208">
    <w:abstractNumId w:val="4"/>
  </w:num>
  <w:num w:numId="14" w16cid:durableId="1839229852">
    <w:abstractNumId w:val="4"/>
  </w:num>
  <w:num w:numId="15" w16cid:durableId="1251502412">
    <w:abstractNumId w:val="4"/>
  </w:num>
  <w:num w:numId="16" w16cid:durableId="1438520149">
    <w:abstractNumId w:val="8"/>
  </w:num>
  <w:num w:numId="17" w16cid:durableId="859855966">
    <w:abstractNumId w:val="2"/>
  </w:num>
  <w:num w:numId="18" w16cid:durableId="1817723451">
    <w:abstractNumId w:val="8"/>
  </w:num>
  <w:num w:numId="19" w16cid:durableId="1810170106">
    <w:abstractNumId w:val="8"/>
  </w:num>
  <w:num w:numId="20" w16cid:durableId="963850854">
    <w:abstractNumId w:val="8"/>
  </w:num>
  <w:num w:numId="21" w16cid:durableId="112866803">
    <w:abstractNumId w:val="8"/>
  </w:num>
  <w:num w:numId="22" w16cid:durableId="124740534">
    <w:abstractNumId w:val="4"/>
  </w:num>
  <w:num w:numId="23" w16cid:durableId="1647932983">
    <w:abstractNumId w:val="1"/>
  </w:num>
  <w:num w:numId="24" w16cid:durableId="1267226130">
    <w:abstractNumId w:val="4"/>
  </w:num>
  <w:num w:numId="25" w16cid:durableId="644355613">
    <w:abstractNumId w:val="4"/>
  </w:num>
  <w:num w:numId="26" w16cid:durableId="412701323">
    <w:abstractNumId w:val="4"/>
  </w:num>
  <w:num w:numId="27" w16cid:durableId="1872372937">
    <w:abstractNumId w:val="4"/>
  </w:num>
  <w:num w:numId="28" w16cid:durableId="1923366325">
    <w:abstractNumId w:val="8"/>
  </w:num>
  <w:num w:numId="29" w16cid:durableId="211499629">
    <w:abstractNumId w:val="2"/>
  </w:num>
  <w:num w:numId="30" w16cid:durableId="286158846">
    <w:abstractNumId w:val="8"/>
  </w:num>
  <w:num w:numId="31" w16cid:durableId="290285358">
    <w:abstractNumId w:val="8"/>
  </w:num>
  <w:num w:numId="32" w16cid:durableId="1338189367">
    <w:abstractNumId w:val="8"/>
  </w:num>
  <w:num w:numId="33" w16cid:durableId="9524903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72C1E"/>
    <w:rsid w:val="000E23A7"/>
    <w:rsid w:val="0010693F"/>
    <w:rsid w:val="00114472"/>
    <w:rsid w:val="001550BC"/>
    <w:rsid w:val="001573AC"/>
    <w:rsid w:val="001605B9"/>
    <w:rsid w:val="00170EC5"/>
    <w:rsid w:val="001747C1"/>
    <w:rsid w:val="00184743"/>
    <w:rsid w:val="00207DF5"/>
    <w:rsid w:val="002522AB"/>
    <w:rsid w:val="00280E07"/>
    <w:rsid w:val="002C31BF"/>
    <w:rsid w:val="002D08B1"/>
    <w:rsid w:val="002E0CD7"/>
    <w:rsid w:val="00341DCF"/>
    <w:rsid w:val="00346538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6BFB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6367"/>
    <w:rsid w:val="005D59E9"/>
    <w:rsid w:val="005E727A"/>
    <w:rsid w:val="005F1404"/>
    <w:rsid w:val="0060745D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134E"/>
    <w:rsid w:val="00743525"/>
    <w:rsid w:val="0076286B"/>
    <w:rsid w:val="00766846"/>
    <w:rsid w:val="00774F25"/>
    <w:rsid w:val="0077673A"/>
    <w:rsid w:val="007846E1"/>
    <w:rsid w:val="007B570C"/>
    <w:rsid w:val="007C589B"/>
    <w:rsid w:val="007E4A6E"/>
    <w:rsid w:val="007F56A7"/>
    <w:rsid w:val="00807DD0"/>
    <w:rsid w:val="00844298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E4B18"/>
    <w:rsid w:val="009F392E"/>
    <w:rsid w:val="00A6177B"/>
    <w:rsid w:val="00A66136"/>
    <w:rsid w:val="00AA4CBB"/>
    <w:rsid w:val="00AA65FA"/>
    <w:rsid w:val="00AA7351"/>
    <w:rsid w:val="00AB1B14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005E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BB6C33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D59E9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7413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4134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134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413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134E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4E6BFB"/>
  </w:style>
  <w:style w:type="character" w:customStyle="1" w:styleId="eop">
    <w:name w:val="eop"/>
    <w:basedOn w:val="Standardnpsmoodstavce"/>
    <w:rsid w:val="004E6B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ED73118-AD79-4351-AF91-29833635A6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7B51FF-1B78-4598-9BB8-4E90B3525D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184</TotalTime>
  <Pages>1</Pages>
  <Words>148</Words>
  <Characters>877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6</cp:revision>
  <cp:lastPrinted>2017-11-28T17:18:00Z</cp:lastPrinted>
  <dcterms:created xsi:type="dcterms:W3CDTF">2022-07-11T09:25:00Z</dcterms:created>
  <dcterms:modified xsi:type="dcterms:W3CDTF">2022-10-20T07:16:00Z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